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08C6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D6B5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FF477A" w14:textId="07A2A1E1" w:rsidR="00EC0465" w:rsidRPr="009C54AE" w:rsidRDefault="0071620A" w:rsidP="00EC046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C0465">
        <w:rPr>
          <w:rFonts w:ascii="Corbel" w:hAnsi="Corbel"/>
          <w:i/>
          <w:smallCaps/>
          <w:sz w:val="24"/>
          <w:szCs w:val="24"/>
        </w:rPr>
        <w:t>OD 2022/2023 do 20024/20025</w:t>
      </w:r>
      <w:r w:rsidR="00EC0465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65CCCB" w14:textId="77777777" w:rsidR="00EC0465" w:rsidRDefault="00EC0465" w:rsidP="00EC046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6E4770" w14:textId="77777777" w:rsidR="00EC0465" w:rsidRPr="00EA4832" w:rsidRDefault="00EC0465" w:rsidP="00EC046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53B76D4D" w14:textId="77777777" w:rsidR="00EC0465" w:rsidRPr="009C54AE" w:rsidRDefault="00EC0465" w:rsidP="00EC0465">
      <w:pPr>
        <w:spacing w:after="0" w:line="240" w:lineRule="auto"/>
        <w:rPr>
          <w:rFonts w:ascii="Corbel" w:hAnsi="Corbel"/>
          <w:sz w:val="24"/>
          <w:szCs w:val="24"/>
        </w:rPr>
      </w:pPr>
    </w:p>
    <w:p w14:paraId="3EE9061A" w14:textId="77777777" w:rsidR="00445970" w:rsidRPr="00EA4832" w:rsidRDefault="00445970" w:rsidP="00EC04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0C9BF9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B3E6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E5A0C" w:rsidRPr="009C54AE" w14:paraId="6B9F29F7" w14:textId="77777777" w:rsidTr="00B819C8">
        <w:tc>
          <w:tcPr>
            <w:tcW w:w="2694" w:type="dxa"/>
            <w:vAlign w:val="center"/>
          </w:tcPr>
          <w:p w14:paraId="4EA384CE" w14:textId="77777777" w:rsidR="005E5A0C" w:rsidRPr="009C54AE" w:rsidRDefault="005E5A0C" w:rsidP="005E5A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2AB643" w14:textId="3C86D38C" w:rsidR="005E5A0C" w:rsidRPr="009C54AE" w:rsidRDefault="005E5A0C" w:rsidP="005E5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państwa w doktrynie i praktyce polityczno-prawnej</w:t>
            </w:r>
          </w:p>
        </w:tc>
      </w:tr>
      <w:tr w:rsidR="005E5A0C" w:rsidRPr="009C54AE" w14:paraId="51C045D2" w14:textId="77777777" w:rsidTr="00B819C8">
        <w:tc>
          <w:tcPr>
            <w:tcW w:w="2694" w:type="dxa"/>
            <w:vAlign w:val="center"/>
          </w:tcPr>
          <w:p w14:paraId="5419CBDC" w14:textId="77777777" w:rsidR="005E5A0C" w:rsidRPr="009C54AE" w:rsidRDefault="005E5A0C" w:rsidP="005E5A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AE9CBF" w14:textId="7A2A4113" w:rsidR="005E5A0C" w:rsidRPr="009C54AE" w:rsidRDefault="005E5A0C" w:rsidP="005E5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A2SO17</w:t>
            </w:r>
          </w:p>
        </w:tc>
      </w:tr>
      <w:tr w:rsidR="005E5A0C" w:rsidRPr="009C54AE" w14:paraId="6A0A61B7" w14:textId="77777777" w:rsidTr="00B819C8">
        <w:tc>
          <w:tcPr>
            <w:tcW w:w="2694" w:type="dxa"/>
            <w:vAlign w:val="center"/>
          </w:tcPr>
          <w:p w14:paraId="58435BA2" w14:textId="77777777" w:rsidR="005E5A0C" w:rsidRPr="009C54AE" w:rsidRDefault="005E5A0C" w:rsidP="005E5A0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1F4798" w14:textId="11C81DCC" w:rsidR="005E5A0C" w:rsidRPr="009C54AE" w:rsidRDefault="005E5A0C" w:rsidP="005E5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Społecznych, </w:t>
            </w:r>
            <w:r w:rsidRPr="00EC0465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5E5A0C" w:rsidRPr="009C54AE" w14:paraId="0A06D3EA" w14:textId="77777777" w:rsidTr="00B819C8">
        <w:tc>
          <w:tcPr>
            <w:tcW w:w="2694" w:type="dxa"/>
            <w:vAlign w:val="center"/>
          </w:tcPr>
          <w:p w14:paraId="2B539EF8" w14:textId="77777777" w:rsidR="005E5A0C" w:rsidRPr="009C54AE" w:rsidRDefault="005E5A0C" w:rsidP="005E5A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0662BD" w14:textId="13F1FA24" w:rsidR="005E5A0C" w:rsidRPr="009C54AE" w:rsidRDefault="005E5A0C" w:rsidP="005E5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 xml:space="preserve">Zakład Nauk </w:t>
            </w:r>
            <w:proofErr w:type="spellStart"/>
            <w:r w:rsidRPr="00EC0465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Pr="00EC0465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Pr="00EC0465"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 w:rsidRPr="00EC0465"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85747A" w:rsidRPr="009C54AE" w14:paraId="3D3F3065" w14:textId="77777777" w:rsidTr="00B819C8">
        <w:tc>
          <w:tcPr>
            <w:tcW w:w="2694" w:type="dxa"/>
            <w:vAlign w:val="center"/>
          </w:tcPr>
          <w:p w14:paraId="42FC77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6EF1CD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57C6C664" w14:textId="77777777" w:rsidTr="00B819C8">
        <w:tc>
          <w:tcPr>
            <w:tcW w:w="2694" w:type="dxa"/>
            <w:vAlign w:val="center"/>
          </w:tcPr>
          <w:p w14:paraId="3C3074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E881C2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13793A6D" w14:textId="77777777" w:rsidTr="00B819C8">
        <w:tc>
          <w:tcPr>
            <w:tcW w:w="2694" w:type="dxa"/>
            <w:vAlign w:val="center"/>
          </w:tcPr>
          <w:p w14:paraId="7FB5DF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3E48BB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04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999456E" w14:textId="77777777" w:rsidTr="00B819C8">
        <w:tc>
          <w:tcPr>
            <w:tcW w:w="2694" w:type="dxa"/>
            <w:vAlign w:val="center"/>
          </w:tcPr>
          <w:p w14:paraId="2CC331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5534B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60555E8" w14:textId="77777777" w:rsidTr="00B819C8">
        <w:tc>
          <w:tcPr>
            <w:tcW w:w="2694" w:type="dxa"/>
            <w:vAlign w:val="center"/>
          </w:tcPr>
          <w:p w14:paraId="28095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5B1370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14:paraId="159B8789" w14:textId="77777777" w:rsidTr="00B819C8">
        <w:tc>
          <w:tcPr>
            <w:tcW w:w="2694" w:type="dxa"/>
            <w:vAlign w:val="center"/>
          </w:tcPr>
          <w:p w14:paraId="15BD4A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EC3435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664FC03" w14:textId="77777777" w:rsidTr="00B819C8">
        <w:tc>
          <w:tcPr>
            <w:tcW w:w="2694" w:type="dxa"/>
            <w:vAlign w:val="center"/>
          </w:tcPr>
          <w:p w14:paraId="0AAB41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035872" w14:textId="77777777" w:rsidR="00923D7D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2F65031" w14:textId="77777777" w:rsidTr="00B819C8">
        <w:tc>
          <w:tcPr>
            <w:tcW w:w="2694" w:type="dxa"/>
            <w:vAlign w:val="center"/>
          </w:tcPr>
          <w:p w14:paraId="6B24B6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8AF9F" w14:textId="3FD4E1BB" w:rsidR="0085747A" w:rsidRPr="009C54AE" w:rsidRDefault="00AA46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646">
              <w:rPr>
                <w:rFonts w:ascii="Corbel" w:hAnsi="Corbel"/>
                <w:b w:val="0"/>
                <w:sz w:val="24"/>
                <w:szCs w:val="24"/>
              </w:rPr>
              <w:t xml:space="preserve">dr hab. Jerzy Nikołajew, prof. UR </w:t>
            </w:r>
            <w:r w:rsidRPr="00AA4646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AA4646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AA4646" w:rsidRPr="009C54AE" w14:paraId="5AAA79AD" w14:textId="77777777" w:rsidTr="00B819C8">
        <w:tc>
          <w:tcPr>
            <w:tcW w:w="2694" w:type="dxa"/>
            <w:vAlign w:val="center"/>
          </w:tcPr>
          <w:p w14:paraId="3E6F0ACB" w14:textId="77777777" w:rsidR="00AA4646" w:rsidRPr="009C54AE" w:rsidRDefault="00AA4646" w:rsidP="00AA46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FDE0EB" w14:textId="1B9633CC" w:rsidR="00AA4646" w:rsidRPr="009C54AE" w:rsidRDefault="00AA4646" w:rsidP="00AA46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646">
              <w:rPr>
                <w:rFonts w:ascii="Corbel" w:hAnsi="Corbel"/>
                <w:b w:val="0"/>
                <w:sz w:val="24"/>
                <w:szCs w:val="24"/>
              </w:rPr>
              <w:t xml:space="preserve">dr hab. Jerzy Nikołajew, prof. UR </w:t>
            </w:r>
            <w:r w:rsidRPr="00AA4646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AA4646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590AC7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D9B0BE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25089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C686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1AC299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F4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AAC8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55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60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3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1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39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29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A0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4A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3E97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0720" w14:textId="0ABF4D5C" w:rsidR="00015B8F" w:rsidRPr="009C54AE" w:rsidRDefault="008207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5A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0ED0" w14:textId="060BFD8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242A" w14:textId="150ABC6D" w:rsidR="00015B8F" w:rsidRPr="009C54AE" w:rsidRDefault="00AA46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60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81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C4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F6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DB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0EC0" w14:textId="77777777" w:rsidR="00015B8F" w:rsidRPr="009C54AE" w:rsidRDefault="00EC04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2C3D039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270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FAF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0ED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7B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F10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B68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D46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1D0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81F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A5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C0226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F3D19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D168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151B9E" w14:textId="079DE5A4" w:rsidR="0085747A" w:rsidRPr="00AA4646" w:rsidRDefault="00AA46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A4646">
        <w:rPr>
          <w:rFonts w:ascii="Arial" w:eastAsia="MS Gothic" w:hAnsi="Arial" w:cs="Arial"/>
          <w:b w:val="0"/>
          <w:szCs w:val="24"/>
          <w:u w:val="single"/>
        </w:rPr>
        <w:t xml:space="preserve">□ </w:t>
      </w:r>
      <w:r w:rsidR="0085747A" w:rsidRPr="00AA464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9D164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0B3B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EE0CA1" w14:textId="77777777" w:rsidR="00B72070" w:rsidRPr="00B72070" w:rsidRDefault="00E22FBC" w:rsidP="00B7207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B72070" w:rsidRPr="00B72070">
        <w:rPr>
          <w:rFonts w:ascii="Corbel" w:hAnsi="Corbel"/>
          <w:smallCaps w:val="0"/>
          <w:szCs w:val="24"/>
        </w:rPr>
        <w:t xml:space="preserve"> </w:t>
      </w:r>
      <w:r w:rsidR="00B72070" w:rsidRPr="00B72070">
        <w:rPr>
          <w:rFonts w:ascii="Corbel" w:hAnsi="Corbel"/>
          <w:szCs w:val="24"/>
        </w:rPr>
        <w:t xml:space="preserve">FORMA ZALICZENIA: </w:t>
      </w:r>
      <w:r w:rsidR="00B72070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5673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4A7916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8131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EE78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A002DD" w14:textId="77777777" w:rsidTr="00745302">
        <w:tc>
          <w:tcPr>
            <w:tcW w:w="9670" w:type="dxa"/>
          </w:tcPr>
          <w:p w14:paraId="0C14980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D194606" w14:textId="77777777" w:rsidR="0085747A" w:rsidRPr="009C54AE" w:rsidRDefault="00EC046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prawa międzynarodowego i myśli polityczno-prawnej</w:t>
            </w:r>
          </w:p>
        </w:tc>
      </w:tr>
    </w:tbl>
    <w:p w14:paraId="1E9A91F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DF1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CAC94E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D94F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D553F" w:rsidRPr="000D553F" w14:paraId="22826B1C" w14:textId="77777777" w:rsidTr="00C32851">
        <w:tc>
          <w:tcPr>
            <w:tcW w:w="843" w:type="dxa"/>
            <w:vAlign w:val="center"/>
          </w:tcPr>
          <w:p w14:paraId="12C1B187" w14:textId="77777777" w:rsidR="000D553F" w:rsidRPr="000D553F" w:rsidRDefault="000D553F" w:rsidP="00C328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D553F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BC43DC5" w14:textId="77777777" w:rsidR="000D553F" w:rsidRPr="000D553F" w:rsidRDefault="000D553F" w:rsidP="000D55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eastAsia="Times New Roman" w:hAnsi="Corbel" w:cs="Times-Bold"/>
                <w:bCs/>
                <w:lang w:eastAsia="pl-PL"/>
              </w:rPr>
              <w:t>zapoznanie z podstawowymi doktrynami polityczno-prawnymi kreującymi polityki i strategie bezpieczeństwa państw</w:t>
            </w:r>
          </w:p>
        </w:tc>
      </w:tr>
      <w:tr w:rsidR="000D553F" w:rsidRPr="000D553F" w14:paraId="4174A65A" w14:textId="77777777" w:rsidTr="00C32851">
        <w:tc>
          <w:tcPr>
            <w:tcW w:w="843" w:type="dxa"/>
            <w:vAlign w:val="center"/>
          </w:tcPr>
          <w:p w14:paraId="0053E206" w14:textId="77777777" w:rsidR="000D553F" w:rsidRPr="000D553F" w:rsidRDefault="000D553F" w:rsidP="00C328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D553F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2D12B348" w14:textId="77777777" w:rsidR="000D553F" w:rsidRPr="000D553F" w:rsidRDefault="000D553F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eastAsia="Times New Roman" w:hAnsi="Corbel" w:cs="Times-Bold"/>
                <w:bCs/>
                <w:lang w:eastAsia="pl-PL"/>
              </w:rPr>
              <w:t>wskazywanie wiodących programów ochrony (krajowych i międzynarodowych)</w:t>
            </w:r>
          </w:p>
        </w:tc>
      </w:tr>
      <w:tr w:rsidR="000D553F" w:rsidRPr="000D553F" w14:paraId="0F8CC905" w14:textId="77777777" w:rsidTr="00C32851">
        <w:tc>
          <w:tcPr>
            <w:tcW w:w="843" w:type="dxa"/>
            <w:vAlign w:val="center"/>
          </w:tcPr>
          <w:p w14:paraId="331EA0B7" w14:textId="77777777" w:rsidR="000D553F" w:rsidRPr="000D553F" w:rsidRDefault="000D553F" w:rsidP="00C328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D553F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3908540A" w14:textId="77777777" w:rsidR="000D553F" w:rsidRPr="000D553F" w:rsidRDefault="000D553F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hAnsi="Corbel"/>
                <w:color w:val="000000"/>
                <w:szCs w:val="24"/>
              </w:rPr>
              <w:t>przybliżenie aktywności wybranych podmiotów odpowiadających za ich realizację.</w:t>
            </w:r>
          </w:p>
        </w:tc>
      </w:tr>
    </w:tbl>
    <w:p w14:paraId="27087FF0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C20D9BB" w14:textId="77777777" w:rsidR="000D553F" w:rsidRPr="009C54AE" w:rsidRDefault="000D553F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34D8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8B21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EC0465" w:rsidRPr="00EC0465" w14:paraId="3B8016B7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A809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30EE5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F4753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Odniesienie do efektów  kierunkowych (KEK)</w:t>
            </w:r>
          </w:p>
        </w:tc>
      </w:tr>
      <w:tr w:rsidR="00EC0465" w:rsidRPr="00EC0465" w14:paraId="438AFD8D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442F9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</w:t>
            </w:r>
            <w:r w:rsidRPr="00EC046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A11CA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student definiuje podstawowe pojęcia z zakresu doktryn bezpieczeństwa państwa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9493A" w14:textId="77777777" w:rsidR="00EC0465" w:rsidRPr="00EC0465" w:rsidRDefault="0034364F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4364F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34364F">
              <w:rPr>
                <w:rFonts w:ascii="Corbel" w:hAnsi="Corbel"/>
                <w:b/>
                <w:sz w:val="24"/>
                <w:szCs w:val="24"/>
              </w:rPr>
              <w:t>K_W07</w:t>
            </w:r>
          </w:p>
        </w:tc>
      </w:tr>
      <w:tr w:rsidR="00EC0465" w:rsidRPr="00EC0465" w14:paraId="29F4ED98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DEF00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6B89A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klasyfikuje programy, zakresy przedmiotowe i podmiotowe związane z bezpieczeństwa państwa oraz wykazuje pogłębioną wiedzę na temat powiązań pomiędzy strukturami administracji publicznej krajowej i międzynarodowej oraz podmiotami społecznymi.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4D17A" w14:textId="77777777" w:rsidR="00EC0465" w:rsidRPr="00EC0465" w:rsidRDefault="0034364F" w:rsidP="006549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K_W06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K_U07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</w:p>
        </w:tc>
      </w:tr>
      <w:tr w:rsidR="00EC0465" w:rsidRPr="00EC0465" w14:paraId="32A648DD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BA38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C6A0C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posiada umiejętność wyjaśniania zachodzących procesów w obszarze bezpieczeństwa państwa, formułując własne opinie na temat zachodzących zjawisk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3490" w14:textId="77777777" w:rsidR="00EC0465" w:rsidRPr="00EC0465" w:rsidRDefault="0034364F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K_W04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4364F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34364F">
              <w:rPr>
                <w:rFonts w:ascii="Corbel" w:hAnsi="Corbel"/>
                <w:b/>
                <w:sz w:val="24"/>
                <w:szCs w:val="24"/>
              </w:rPr>
              <w:t>K_W07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b/>
                <w:sz w:val="23"/>
              </w:rPr>
              <w:t xml:space="preserve"> K_K03</w:t>
            </w:r>
          </w:p>
        </w:tc>
      </w:tr>
      <w:tr w:rsidR="00EC0465" w:rsidRPr="00EC0465" w14:paraId="2FA2BFC9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603E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F8E0E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potrafi pozyskać właściwe informacje na temat podmiotów związanych z eliminacją zagrożeń dla bezpieczeństwa państwa,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97538" w14:textId="77777777" w:rsidR="00EC0465" w:rsidRPr="00EC0465" w:rsidRDefault="00654946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4946">
              <w:rPr>
                <w:rFonts w:ascii="Corbel" w:hAnsi="Corbel"/>
                <w:b/>
                <w:sz w:val="24"/>
                <w:szCs w:val="24"/>
              </w:rPr>
              <w:t>K_U01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K_K03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</w:p>
        </w:tc>
      </w:tr>
      <w:tr w:rsidR="00EC0465" w:rsidRPr="00EC0465" w14:paraId="19850806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43EB7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6AAE6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analizuje oraz interpretuje zmiany zachodzące z perspektywy doktryny prawno-politycznej oraz potencjalnych zagrożeń,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3124" w14:textId="77777777" w:rsidR="00EC0465" w:rsidRPr="00EC0465" w:rsidRDefault="0034364F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K_W04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4364F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34364F">
              <w:rPr>
                <w:rFonts w:ascii="Corbel" w:hAnsi="Corbel"/>
                <w:b/>
                <w:sz w:val="24"/>
                <w:szCs w:val="24"/>
              </w:rPr>
              <w:t>K_W06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4364F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34364F">
              <w:rPr>
                <w:rFonts w:ascii="Corbel" w:hAnsi="Corbel"/>
                <w:b/>
                <w:sz w:val="24"/>
                <w:szCs w:val="24"/>
              </w:rPr>
              <w:t>K_W07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K_U02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K_K03</w:t>
            </w:r>
          </w:p>
        </w:tc>
      </w:tr>
      <w:tr w:rsidR="00EC0465" w:rsidRPr="00EC0465" w14:paraId="1FF2D75E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18EC5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EE513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samodzielnie i krytycznie kompletuje wiedzę na temat podstaw funkcjonowania bezpiecznego państwa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6C4A5" w14:textId="77777777" w:rsidR="00EC0465" w:rsidRPr="00EC0465" w:rsidRDefault="00654946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4946">
              <w:rPr>
                <w:rFonts w:ascii="Corbel" w:hAnsi="Corbel"/>
                <w:b/>
                <w:sz w:val="24"/>
                <w:szCs w:val="24"/>
              </w:rPr>
              <w:t>K_U01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K_U02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  <w:tr w:rsidR="00EC0465" w:rsidRPr="00EC0465" w14:paraId="277CFD12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CFA8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2FA09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bCs/>
                <w:sz w:val="24"/>
                <w:szCs w:val="24"/>
              </w:rPr>
              <w:t>-</w:t>
            </w:r>
            <w:r w:rsidRPr="00EC0465">
              <w:rPr>
                <w:rFonts w:ascii="Corbel" w:hAnsi="Corbel"/>
                <w:sz w:val="24"/>
                <w:szCs w:val="24"/>
              </w:rPr>
              <w:t xml:space="preserve"> identyfikuje źródła zagrożeń oraz jest zdolny ocenić poziom bezpieczeństwa państwa z perspektywy nałożonych na administrację publiczną oraz podmioty pozarządowe zadań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EF693" w14:textId="77777777" w:rsidR="00EC0465" w:rsidRPr="00EC0465" w:rsidRDefault="0034364F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K_W06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K_U01</w:t>
            </w:r>
          </w:p>
          <w:p w14:paraId="66E62DEE" w14:textId="77777777" w:rsidR="00EC0465" w:rsidRPr="00EC0465" w:rsidRDefault="00654946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K_K03</w:t>
            </w:r>
          </w:p>
        </w:tc>
      </w:tr>
      <w:tr w:rsidR="00EC0465" w:rsidRPr="00EC0465" w14:paraId="1CD3B57B" w14:textId="77777777" w:rsidTr="0084022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56DD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288F9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 xml:space="preserve">-  ma </w:t>
            </w:r>
            <w:r w:rsidR="00654946" w:rsidRPr="00EC0465">
              <w:rPr>
                <w:rFonts w:ascii="Corbel" w:hAnsi="Corbel"/>
                <w:sz w:val="24"/>
                <w:szCs w:val="24"/>
              </w:rPr>
              <w:t>świadomości</w:t>
            </w:r>
            <w:r w:rsidRPr="00EC0465">
              <w:rPr>
                <w:rFonts w:ascii="Corbel" w:hAnsi="Corbel"/>
                <w:sz w:val="24"/>
                <w:szCs w:val="24"/>
              </w:rPr>
              <w:t xml:space="preserve"> doniosłości zobowiązań obywatelskich za bezpieczeństwo państwa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D8C15" w14:textId="77777777" w:rsidR="00EC0465" w:rsidRPr="00EC0465" w:rsidRDefault="0034364F" w:rsidP="00EC04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K_W04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K_U02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K_K05</w:t>
            </w:r>
            <w:r w:rsidR="00654946">
              <w:rPr>
                <w:rFonts w:ascii="Corbel" w:hAnsi="Corbel"/>
                <w:b/>
                <w:sz w:val="24"/>
                <w:szCs w:val="24"/>
              </w:rPr>
              <w:t>,</w:t>
            </w:r>
            <w:r w:rsidR="00654946"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="00654946" w:rsidRPr="00654946">
              <w:rPr>
                <w:rFonts w:ascii="Corbel" w:hAnsi="Corbel"/>
                <w:b/>
                <w:sz w:val="24"/>
                <w:szCs w:val="24"/>
              </w:rPr>
              <w:t>K_K06</w:t>
            </w:r>
          </w:p>
        </w:tc>
      </w:tr>
    </w:tbl>
    <w:p w14:paraId="00E5FD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47BF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8B6E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0D47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56CFDA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1EA06A" w14:textId="77777777" w:rsidTr="00923D7D">
        <w:tc>
          <w:tcPr>
            <w:tcW w:w="9639" w:type="dxa"/>
          </w:tcPr>
          <w:p w14:paraId="214B76F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BA7BB1" w14:textId="77777777" w:rsidTr="00923D7D">
        <w:tc>
          <w:tcPr>
            <w:tcW w:w="9639" w:type="dxa"/>
          </w:tcPr>
          <w:p w14:paraId="1CFCEA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8A8F776" w14:textId="77777777" w:rsidTr="00923D7D">
        <w:tc>
          <w:tcPr>
            <w:tcW w:w="9639" w:type="dxa"/>
          </w:tcPr>
          <w:p w14:paraId="662807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DDC71CF" w14:textId="77777777" w:rsidTr="00923D7D">
        <w:tc>
          <w:tcPr>
            <w:tcW w:w="9639" w:type="dxa"/>
          </w:tcPr>
          <w:p w14:paraId="752A2BB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D06FA2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B6751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B5E60B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4E46F7CE" w14:textId="77777777" w:rsidR="000D553F" w:rsidRDefault="000D55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39D8270" w14:textId="77777777" w:rsidR="000D553F" w:rsidRDefault="000D55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0D553F" w:rsidRPr="000D553F" w14:paraId="061D952C" w14:textId="77777777" w:rsidTr="00C32851">
        <w:tc>
          <w:tcPr>
            <w:tcW w:w="9497" w:type="dxa"/>
          </w:tcPr>
          <w:p w14:paraId="1CA1CC0B" w14:textId="77777777" w:rsidR="000D553F" w:rsidRPr="000D553F" w:rsidRDefault="000D553F" w:rsidP="000D553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0D5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53F" w:rsidRPr="000D553F" w14:paraId="7FA474D3" w14:textId="77777777" w:rsidTr="00C32851">
        <w:tc>
          <w:tcPr>
            <w:tcW w:w="9497" w:type="dxa"/>
          </w:tcPr>
          <w:p w14:paraId="37F05DED" w14:textId="77777777" w:rsidR="000D553F" w:rsidRPr="000D553F" w:rsidRDefault="000D553F" w:rsidP="000D553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0D553F" w:rsidRPr="000D553F" w14:paraId="3008C292" w14:textId="77777777" w:rsidTr="00C32851">
              <w:tc>
                <w:tcPr>
                  <w:tcW w:w="7537" w:type="dxa"/>
                </w:tcPr>
                <w:p w14:paraId="1B5015A1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Pojęcie bezpieczeństwo państwa  w doktrynach polityczno-prawnych</w:t>
                  </w:r>
                </w:p>
              </w:tc>
              <w:tc>
                <w:tcPr>
                  <w:tcW w:w="1842" w:type="dxa"/>
                </w:tcPr>
                <w:p w14:paraId="6A5A94BB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1601E1CF" w14:textId="77777777" w:rsidTr="00C32851">
              <w:tc>
                <w:tcPr>
                  <w:tcW w:w="7537" w:type="dxa"/>
                </w:tcPr>
                <w:p w14:paraId="5B1D1F73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Podstawy normatywne i funkcjonowanie nowożytnych systemów bezpieczeństwa</w:t>
                  </w:r>
                </w:p>
              </w:tc>
              <w:tc>
                <w:tcPr>
                  <w:tcW w:w="1842" w:type="dxa"/>
                </w:tcPr>
                <w:p w14:paraId="074C5267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105A560C" w14:textId="77777777" w:rsidTr="00C32851">
              <w:tc>
                <w:tcPr>
                  <w:tcW w:w="7537" w:type="dxa"/>
                </w:tcPr>
                <w:p w14:paraId="61407200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Bezpieczeństwo narodowe współczesnych państw – teoria i praktyka </w:t>
                  </w:r>
                </w:p>
                <w:p w14:paraId="006265DC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59EA6610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2F72B9A8" w14:textId="77777777" w:rsidTr="00C32851">
              <w:tc>
                <w:tcPr>
                  <w:tcW w:w="7537" w:type="dxa"/>
                </w:tcPr>
                <w:p w14:paraId="74A3D13D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Strategie  i polityki bezpieczeństwa mocarstw globalnych oraz wiodących organizacji międzynarodowych. Strategia bezpieczeństwa RP –  przeszłość, teraźniejszość, postulaty zmian  </w:t>
                  </w:r>
                </w:p>
              </w:tc>
              <w:tc>
                <w:tcPr>
                  <w:tcW w:w="1842" w:type="dxa"/>
                </w:tcPr>
                <w:p w14:paraId="4B9F0AEB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3891DD18" w14:textId="77777777" w:rsidTr="00C32851">
              <w:tc>
                <w:tcPr>
                  <w:tcW w:w="7537" w:type="dxa"/>
                </w:tcPr>
                <w:p w14:paraId="5F49252A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Wspólna Polityka  Zagraniczna i Bezpieczeństwa UE oraz Europejska Polityka Bezpieczeństwa i Obrony   </w:t>
                  </w:r>
                </w:p>
              </w:tc>
              <w:tc>
                <w:tcPr>
                  <w:tcW w:w="1842" w:type="dxa"/>
                </w:tcPr>
                <w:p w14:paraId="1423B2DF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7BA8F5CD" w14:textId="77777777" w:rsidTr="00C32851">
              <w:tc>
                <w:tcPr>
                  <w:tcW w:w="7537" w:type="dxa"/>
                </w:tcPr>
                <w:p w14:paraId="4EDBB184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Misje i interwencje zewnętrzne – przywilej silniejszego, czy obowiązek przeciwdziałania globalnym zagrożeniom (problemy polityczno-prawne)?  </w:t>
                  </w:r>
                </w:p>
              </w:tc>
              <w:tc>
                <w:tcPr>
                  <w:tcW w:w="1842" w:type="dxa"/>
                </w:tcPr>
                <w:p w14:paraId="5D35FFF3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5602E55A" w14:textId="77777777" w:rsidTr="00C32851">
              <w:tc>
                <w:tcPr>
                  <w:tcW w:w="7537" w:type="dxa"/>
                </w:tcPr>
                <w:p w14:paraId="1BEAA23A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Bezpieczeństwo zewnętrzne i wewnętrzne państwa a problemy współczesnego świata : </w:t>
                  </w:r>
                </w:p>
                <w:p w14:paraId="135E3C27" w14:textId="77777777" w:rsidR="000D553F" w:rsidRPr="000D553F" w:rsidRDefault="000D553F" w:rsidP="00361450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destabilizacja ekonomiczna</w:t>
                  </w:r>
                </w:p>
                <w:p w14:paraId="213656AC" w14:textId="77777777" w:rsidR="000D553F" w:rsidRPr="000D553F" w:rsidRDefault="000D553F" w:rsidP="00361450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doktryny ekstremizmu politycznego i religijnego</w:t>
                  </w:r>
                </w:p>
                <w:p w14:paraId="3CA7C84C" w14:textId="77777777" w:rsidR="000D553F" w:rsidRPr="000D553F" w:rsidRDefault="000D553F" w:rsidP="00361450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- międzynarodowy terroryzm, proliferacja broni masowego rażenia </w:t>
                  </w:r>
                </w:p>
                <w:p w14:paraId="0BBBCDD9" w14:textId="77777777" w:rsidR="000D553F" w:rsidRPr="000D553F" w:rsidRDefault="000D553F" w:rsidP="00361450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problem państw upadłych</w:t>
                  </w:r>
                </w:p>
                <w:p w14:paraId="3ED4C730" w14:textId="77777777" w:rsidR="000D553F" w:rsidRPr="000D553F" w:rsidRDefault="000D553F" w:rsidP="00361450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- migracje   </w:t>
                  </w:r>
                </w:p>
                <w:p w14:paraId="03EA4F9D" w14:textId="77777777" w:rsidR="000D553F" w:rsidRPr="000D553F" w:rsidRDefault="000D553F" w:rsidP="00361450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jurysdykcja sądownictwa międzynarodowego</w:t>
                  </w:r>
                </w:p>
              </w:tc>
              <w:tc>
                <w:tcPr>
                  <w:tcW w:w="1842" w:type="dxa"/>
                </w:tcPr>
                <w:p w14:paraId="4EFCDEF9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145EB611" w14:textId="77777777" w:rsidTr="00C32851">
              <w:tc>
                <w:tcPr>
                  <w:tcW w:w="7537" w:type="dxa"/>
                </w:tcPr>
                <w:p w14:paraId="482580F1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Prawno-polityczne podstawy bezpieczeństwa energetycznego państwa w warunkach globalnego rynku paliw</w:t>
                  </w:r>
                </w:p>
              </w:tc>
              <w:tc>
                <w:tcPr>
                  <w:tcW w:w="1842" w:type="dxa"/>
                </w:tcPr>
                <w:p w14:paraId="61D06FD2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3C9A0B12" w14:textId="77777777" w:rsidTr="00C32851">
              <w:tc>
                <w:tcPr>
                  <w:tcW w:w="7537" w:type="dxa"/>
                </w:tcPr>
                <w:p w14:paraId="107B5770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Ochrona granic zewnętrznych - problemy polityczno-prawne</w:t>
                  </w:r>
                </w:p>
              </w:tc>
              <w:tc>
                <w:tcPr>
                  <w:tcW w:w="1842" w:type="dxa"/>
                </w:tcPr>
                <w:p w14:paraId="66D60C12" w14:textId="77777777" w:rsidR="000D553F" w:rsidRPr="000D553F" w:rsidRDefault="000D553F" w:rsidP="000D553F">
                  <w:pPr>
                    <w:spacing w:line="240" w:lineRule="auto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4DB29B60" w14:textId="77777777" w:rsidTr="00C32851">
              <w:tc>
                <w:tcPr>
                  <w:tcW w:w="7537" w:type="dxa"/>
                </w:tcPr>
                <w:p w14:paraId="7CA78707" w14:textId="77777777" w:rsidR="000D553F" w:rsidRPr="000D553F" w:rsidRDefault="000D553F" w:rsidP="00361450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Administracja publiczna, organizacje pozarządowe oraz zobowiązania obywateli w kontekście nowych wyzwań z zakresu bezpieczeństwa państwa</w:t>
                  </w:r>
                </w:p>
              </w:tc>
              <w:tc>
                <w:tcPr>
                  <w:tcW w:w="1842" w:type="dxa"/>
                </w:tcPr>
                <w:p w14:paraId="41F42169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4496113B" w14:textId="77777777" w:rsidTr="00C32851">
              <w:tc>
                <w:tcPr>
                  <w:tcW w:w="7537" w:type="dxa"/>
                </w:tcPr>
                <w:p w14:paraId="57FF90BC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suma</w:t>
                  </w:r>
                </w:p>
              </w:tc>
              <w:tc>
                <w:tcPr>
                  <w:tcW w:w="1842" w:type="dxa"/>
                </w:tcPr>
                <w:p w14:paraId="0260547E" w14:textId="77777777" w:rsidR="000D553F" w:rsidRPr="000D553F" w:rsidRDefault="000D553F" w:rsidP="000D553F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C1FEBC3" w14:textId="77777777" w:rsidR="000D553F" w:rsidRPr="000D553F" w:rsidRDefault="000D553F" w:rsidP="000D553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22AC73" w14:textId="77777777" w:rsidR="000D553F" w:rsidRDefault="000D55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443EA3E6" w14:textId="77777777" w:rsidR="000D553F" w:rsidRDefault="000D55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2228C84" w14:textId="77777777" w:rsidR="000D553F" w:rsidRPr="009C54AE" w:rsidRDefault="000D55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275753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FF5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D08BA" w14:textId="77777777" w:rsidR="00B72070" w:rsidRDefault="00654946" w:rsidP="000D553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b w:val="0"/>
          <w:i/>
          <w:smallCaps w:val="0"/>
          <w:szCs w:val="24"/>
        </w:rPr>
        <w:t xml:space="preserve">Ćwiczenia: </w:t>
      </w:r>
      <w:r w:rsidR="00B72070" w:rsidRPr="00B72070">
        <w:rPr>
          <w:rFonts w:ascii="Corbel" w:hAnsi="Corbel"/>
          <w:smallCaps w:val="0"/>
          <w:szCs w:val="24"/>
        </w:rPr>
        <w:t>dyskusja, analiza tekstów z dyskusją, analiza przypadków, praca w grupach</w:t>
      </w:r>
    </w:p>
    <w:p w14:paraId="171491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1CC65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F2B2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BAAF7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AEA22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868"/>
        <w:gridCol w:w="4723"/>
        <w:gridCol w:w="2163"/>
      </w:tblGrid>
      <w:tr w:rsidR="000D553F" w:rsidRPr="000D553F" w14:paraId="7600EF65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6D425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i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Symbol efektu</w:t>
            </w:r>
          </w:p>
          <w:p w14:paraId="4F453AAD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i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8D146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Metody oceny efektów kształcenia</w:t>
            </w:r>
          </w:p>
          <w:p w14:paraId="57B12D6A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8242F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 xml:space="preserve">Forma zajęć dydaktycznych ( w, </w:t>
            </w:r>
            <w:proofErr w:type="spellStart"/>
            <w:r w:rsidRPr="000D553F">
              <w:rPr>
                <w:rFonts w:ascii="Corbel" w:hAnsi="Corbel"/>
                <w:szCs w:val="24"/>
              </w:rPr>
              <w:t>ćw</w:t>
            </w:r>
            <w:proofErr w:type="spellEnd"/>
            <w:r w:rsidRPr="000D553F">
              <w:rPr>
                <w:rFonts w:ascii="Corbel" w:hAnsi="Corbel"/>
                <w:szCs w:val="24"/>
              </w:rPr>
              <w:t>, …)</w:t>
            </w:r>
          </w:p>
        </w:tc>
      </w:tr>
      <w:tr w:rsidR="000D553F" w:rsidRPr="000D553F" w14:paraId="02013DC5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EB1B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43690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DFE4A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ćw.,</w:t>
            </w:r>
          </w:p>
        </w:tc>
      </w:tr>
      <w:tr w:rsidR="000D553F" w:rsidRPr="000D553F" w14:paraId="3E779BB4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B5CBA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FADA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45F44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0D553F" w:rsidRPr="000D553F" w14:paraId="1D80CAEC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26BB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37B58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CDA4" w14:textId="77777777" w:rsidR="000D553F" w:rsidRPr="000D553F" w:rsidRDefault="000D553F" w:rsidP="000D553F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0D553F" w:rsidRPr="000D553F" w14:paraId="1D967860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57801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9A804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F596C" w14:textId="77777777" w:rsidR="000D553F" w:rsidRPr="000D553F" w:rsidRDefault="000D553F" w:rsidP="000D553F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0D553F" w:rsidRPr="000D553F" w14:paraId="72580BB9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C32F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0A06A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6E124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0D553F" w:rsidRPr="000D553F" w14:paraId="403C734E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6BCC2" w14:textId="77777777" w:rsidR="000D553F" w:rsidRPr="000D553F" w:rsidRDefault="000D553F" w:rsidP="000D553F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41E65" w14:textId="77777777" w:rsidR="000D553F" w:rsidRPr="000D553F" w:rsidRDefault="000D553F" w:rsidP="00B7207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EB9D9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0D553F" w:rsidRPr="000D553F" w14:paraId="306684F8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04286" w14:textId="77777777" w:rsidR="000D553F" w:rsidRPr="000D553F" w:rsidRDefault="000D553F" w:rsidP="000D553F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50643" w14:textId="77777777" w:rsidR="000D553F" w:rsidRPr="000D553F" w:rsidRDefault="000D553F" w:rsidP="00B7207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E34A5" w14:textId="77777777" w:rsidR="000D553F" w:rsidRPr="000D553F" w:rsidRDefault="000D553F" w:rsidP="000D553F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0D553F" w:rsidRPr="000D553F" w14:paraId="09C1A1ED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EE91" w14:textId="77777777" w:rsidR="000D553F" w:rsidRPr="000D553F" w:rsidRDefault="000D553F" w:rsidP="000D553F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80DAA" w14:textId="77777777" w:rsidR="000D553F" w:rsidRPr="000D553F" w:rsidRDefault="000D553F" w:rsidP="00B7207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0F632" w14:textId="77777777" w:rsidR="000D553F" w:rsidRPr="000D553F" w:rsidRDefault="000D553F" w:rsidP="000D553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</w:tbl>
    <w:p w14:paraId="646DB8B1" w14:textId="77777777" w:rsidR="00B72070" w:rsidRDefault="00B7207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05355F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159B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5EACDB" w14:textId="77777777" w:rsidTr="00923D7D">
        <w:tc>
          <w:tcPr>
            <w:tcW w:w="9670" w:type="dxa"/>
          </w:tcPr>
          <w:p w14:paraId="6FF2D5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FA2514" w14:textId="77777777" w:rsidR="00923D7D" w:rsidRPr="009C54AE" w:rsidRDefault="006549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>Wskazane zagadnienia problemowe, minimalne warunki – 60% ogólnej liczby punktów. Kryteria oceny: kompletność odpowiedzi, użyta terminologia</w:t>
            </w:r>
          </w:p>
          <w:p w14:paraId="046D54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1A3B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62E3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BAB0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6F7F22" w14:textId="77777777" w:rsidTr="003E1941">
        <w:tc>
          <w:tcPr>
            <w:tcW w:w="4962" w:type="dxa"/>
            <w:vAlign w:val="center"/>
          </w:tcPr>
          <w:p w14:paraId="1A1B70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B4A6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E8C62E" w14:textId="77777777" w:rsidTr="00923D7D">
        <w:tc>
          <w:tcPr>
            <w:tcW w:w="4962" w:type="dxa"/>
          </w:tcPr>
          <w:p w14:paraId="5A6CF6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383F80" w14:textId="77777777" w:rsidR="0085747A" w:rsidRPr="009C54AE" w:rsidRDefault="00654946" w:rsidP="00654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0EB2AB5" w14:textId="77777777" w:rsidTr="00923D7D">
        <w:tc>
          <w:tcPr>
            <w:tcW w:w="4962" w:type="dxa"/>
          </w:tcPr>
          <w:p w14:paraId="4E077A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F0656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46F67BB" w14:textId="77777777" w:rsidR="00C61DC5" w:rsidRPr="009C54AE" w:rsidRDefault="00654946" w:rsidP="00B720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4946">
              <w:rPr>
                <w:rFonts w:ascii="Corbel" w:hAnsi="Corbel"/>
                <w:sz w:val="24"/>
                <w:szCs w:val="24"/>
              </w:rPr>
              <w:t xml:space="preserve">4 (udział w konsultacjach - 2 godz., udział w </w:t>
            </w:r>
            <w:r w:rsidR="00B72070">
              <w:rPr>
                <w:rFonts w:ascii="Corbel" w:hAnsi="Corbel"/>
                <w:sz w:val="24"/>
                <w:szCs w:val="24"/>
              </w:rPr>
              <w:t>zaliczeniu</w:t>
            </w:r>
            <w:r w:rsidRPr="00654946">
              <w:rPr>
                <w:rFonts w:ascii="Corbel" w:hAnsi="Corbel"/>
                <w:sz w:val="24"/>
                <w:szCs w:val="24"/>
              </w:rPr>
              <w:t xml:space="preserve"> - 2 godz.</w:t>
            </w:r>
          </w:p>
        </w:tc>
      </w:tr>
      <w:tr w:rsidR="00C61DC5" w:rsidRPr="009C54AE" w14:paraId="5259F26A" w14:textId="77777777" w:rsidTr="00923D7D">
        <w:tc>
          <w:tcPr>
            <w:tcW w:w="4962" w:type="dxa"/>
          </w:tcPr>
          <w:p w14:paraId="28D216F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C767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CC4AAE" w14:textId="77777777" w:rsidR="00C61DC5" w:rsidRPr="009C54AE" w:rsidRDefault="00654946" w:rsidP="00654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741B4E8F" w14:textId="77777777" w:rsidTr="00923D7D">
        <w:tc>
          <w:tcPr>
            <w:tcW w:w="4962" w:type="dxa"/>
          </w:tcPr>
          <w:p w14:paraId="5FB5BA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AF379" w14:textId="77777777" w:rsidR="0085747A" w:rsidRPr="009C54AE" w:rsidRDefault="00654946" w:rsidP="00654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D8F94B" w14:textId="77777777" w:rsidTr="00923D7D">
        <w:tc>
          <w:tcPr>
            <w:tcW w:w="4962" w:type="dxa"/>
          </w:tcPr>
          <w:p w14:paraId="56A1A9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2EF8BF5" w14:textId="77777777" w:rsidR="0085747A" w:rsidRPr="009C54AE" w:rsidRDefault="00654946" w:rsidP="00654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E06A1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51F4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18FD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CCEC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C68A5D" w14:textId="77777777" w:rsidTr="0071620A">
        <w:trPr>
          <w:trHeight w:val="397"/>
        </w:trPr>
        <w:tc>
          <w:tcPr>
            <w:tcW w:w="3544" w:type="dxa"/>
          </w:tcPr>
          <w:p w14:paraId="4C8875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006F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6102EB7" w14:textId="77777777" w:rsidTr="0071620A">
        <w:trPr>
          <w:trHeight w:val="397"/>
        </w:trPr>
        <w:tc>
          <w:tcPr>
            <w:tcW w:w="3544" w:type="dxa"/>
          </w:tcPr>
          <w:p w14:paraId="74B6F1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630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DD16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A29B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22513C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A19290" w14:textId="77777777" w:rsidTr="0071620A">
        <w:trPr>
          <w:trHeight w:val="397"/>
        </w:trPr>
        <w:tc>
          <w:tcPr>
            <w:tcW w:w="7513" w:type="dxa"/>
          </w:tcPr>
          <w:p w14:paraId="1373AEC1" w14:textId="77777777" w:rsidR="00BB7EBA" w:rsidRDefault="0085747A" w:rsidP="00654946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54946">
              <w:t xml:space="preserve"> </w:t>
            </w:r>
          </w:p>
          <w:p w14:paraId="5803DB48" w14:textId="77777777" w:rsidR="00654946" w:rsidRPr="00654946" w:rsidRDefault="00654946" w:rsidP="00BB7EBA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Teoretyczne i metodologiczne podstawy problemów z zakresu bezpieczeństwa, red. Z.  Ściborek, Z. Zamiar, Toruń 2016; </w:t>
            </w:r>
          </w:p>
          <w:p w14:paraId="270049B3" w14:textId="77777777" w:rsidR="00BB7EBA" w:rsidRDefault="00BB7EBA" w:rsidP="00BB7EBA">
            <w:pPr>
              <w:pStyle w:val="Punktygwne"/>
              <w:spacing w:before="0" w:after="0"/>
              <w:ind w:firstLine="45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182B1F" w14:textId="77777777" w:rsidR="00BB7EBA" w:rsidRDefault="00654946" w:rsidP="00BB7EB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Współczesne aspekty bezpieczeństwa państwa, red. K. Graczyk, G.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Nagielski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, T.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Tabaczniuk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, Zielona Góra 2015; </w:t>
            </w:r>
          </w:p>
          <w:p w14:paraId="273B2EF6" w14:textId="77777777" w:rsidR="00BB7EBA" w:rsidRDefault="00654946" w:rsidP="00BB7EB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W. Lis, Bezpieczeństwo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państwaz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 zagadnienia podstawowe, Lublin 2014; </w:t>
            </w:r>
          </w:p>
          <w:p w14:paraId="24856005" w14:textId="77777777" w:rsidR="00BB7EBA" w:rsidRDefault="00BB7EBA" w:rsidP="006549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C172B0" w14:textId="77777777" w:rsidR="00BB7EBA" w:rsidRDefault="00654946" w:rsidP="00BB7EB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S. Pieprzny, Administracja bezpieczeństwa i porządku publicznego, Rzeszów 2014; </w:t>
            </w:r>
          </w:p>
          <w:p w14:paraId="37599FBB" w14:textId="77777777" w:rsidR="00BB7EBA" w:rsidRDefault="00BB7EBA" w:rsidP="006549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51A1F4" w14:textId="77777777" w:rsidR="00BB7EBA" w:rsidRDefault="00654946" w:rsidP="00BB7EB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Kuliniak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-Jędrzejczyk, Religie świata a bezpieczeństwo, Wrocław 2013; </w:t>
            </w:r>
          </w:p>
          <w:p w14:paraId="4ABEB906" w14:textId="77777777" w:rsidR="00BB7EBA" w:rsidRDefault="00BB7EBA" w:rsidP="006549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CCFB8A" w14:textId="77777777" w:rsidR="00BB7EBA" w:rsidRDefault="00654946" w:rsidP="00BB7EB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Ciupiński, Wspólna Polityka Bezpieczeństwa i Obrony Unii Europejskiej, geneza, rozwój, funkcjonowanie, Warszawa 2013; </w:t>
            </w:r>
          </w:p>
          <w:p w14:paraId="7FDAA73C" w14:textId="77777777" w:rsidR="00BB7EBA" w:rsidRDefault="00BB7EBA" w:rsidP="006549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4E9B4B" w14:textId="77777777" w:rsidR="00BB7EBA" w:rsidRDefault="00654946" w:rsidP="00BB7EB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Doświadczenia organizacji bezpieczeństwa narodowego Polski od X do XX wieku. Wnioski dla Polski w XXI wieku, J. Marczak „et al”, Warszawa 2013;  </w:t>
            </w:r>
          </w:p>
          <w:p w14:paraId="1CA82E57" w14:textId="77777777" w:rsidR="00361450" w:rsidRDefault="00361450" w:rsidP="003614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068BE2" w14:textId="77777777" w:rsidR="00BB7EBA" w:rsidRDefault="00654946" w:rsidP="00BB7EB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Cichy, C. Szyjko, Bezpieczeństwo międzynarodowe w teorii i praktyce. Wybrane aspekty prawno-organizacyjne, Warszawa 2014; </w:t>
            </w:r>
          </w:p>
          <w:p w14:paraId="45314A7F" w14:textId="77777777" w:rsidR="00361450" w:rsidRDefault="00361450" w:rsidP="0036145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03CB79" w14:textId="77777777" w:rsidR="0085747A" w:rsidRPr="009C54AE" w:rsidRDefault="00654946" w:rsidP="00BB7EB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>J. Karpowicz, Strategia bezpieczeństwa państwa demokratycznego, Dęblin 2013;</w:t>
            </w:r>
          </w:p>
        </w:tc>
      </w:tr>
      <w:tr w:rsidR="0085747A" w:rsidRPr="009C54AE" w14:paraId="64A7D1B2" w14:textId="77777777" w:rsidTr="0071620A">
        <w:trPr>
          <w:trHeight w:val="397"/>
        </w:trPr>
        <w:tc>
          <w:tcPr>
            <w:tcW w:w="7513" w:type="dxa"/>
          </w:tcPr>
          <w:p w14:paraId="14805B3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38B3C3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5504B2" w14:textId="77777777" w:rsidR="00361450" w:rsidRDefault="00361450" w:rsidP="003614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Łuszczyński,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Myśl </w:t>
            </w:r>
            <w:proofErr w:type="spellStart"/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polityczno</w:t>
            </w:r>
            <w:proofErr w:type="spellEnd"/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– prawna Tomasza G. Masaryka jako rodzaj mitu państwotwórczego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Rzeszów 2013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7DA21E17" w14:textId="77777777" w:rsidR="00361450" w:rsidRDefault="00361450" w:rsidP="00361450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4F695B1B" w14:textId="77777777" w:rsidR="00361450" w:rsidRDefault="00361450" w:rsidP="003614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Niemczyk,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Upojeni wolnością. Historia i idee Praskiej Wiosny jako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lastRenderedPageBreak/>
              <w:t>próba wdrożenia socjalizmu z ludzką twarzą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 xml:space="preserve"> [w:] O. Górecki (red.),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Wolność człowieka i jego granice. Antologia pojęcia w doktrynach polityczno-prawnych. Od Nietzschego do współczesności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Wydawnictwo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Uniwersytetu Łódzkiego, Łódź 2019</w:t>
            </w:r>
          </w:p>
          <w:p w14:paraId="17D8F34D" w14:textId="77777777" w:rsidR="00361450" w:rsidRPr="00772304" w:rsidRDefault="00361450" w:rsidP="00361450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78FA984D" w14:textId="77777777" w:rsidR="00361450" w:rsidRDefault="00361450" w:rsidP="003614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Merkwa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</w:rPr>
              <w:t>U źródeł idei praw człowieka</w:t>
            </w:r>
            <w:r>
              <w:rPr>
                <w:rFonts w:ascii="Corbel" w:eastAsia="Cambria" w:hAnsi="Corbel"/>
                <w:sz w:val="24"/>
                <w:szCs w:val="24"/>
              </w:rPr>
              <w:t>, Lublin 2018.</w:t>
            </w:r>
          </w:p>
          <w:p w14:paraId="40B1BF2E" w14:textId="77777777" w:rsidR="00361450" w:rsidRDefault="00361450" w:rsidP="0036145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7E000F44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Czuryk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K. Dunaj, M. Karpiuk, K. Prokop.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państwa, zagadnienia prawno-administracyjne,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Olsztyn 2016: </w:t>
            </w:r>
          </w:p>
          <w:p w14:paraId="63568F73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ACA106A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M. Lutostański, Główne komponenty architektury ochrony bezpieczeństwa państwa, Łódź-Warszawa 2014; Bezpieczeństwo narodowe i międzynarodowe wobec wyzwań współczesnego świata, red. M. Marszałek, W. </w:t>
            </w:r>
            <w:proofErr w:type="spellStart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Kitler</w:t>
            </w:r>
            <w:proofErr w:type="spellEnd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Warszawa 2014; </w:t>
            </w:r>
          </w:p>
          <w:p w14:paraId="04E459A0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</w:p>
          <w:p w14:paraId="474EFB8F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Bezpieczeństwo narodowe i międzynarodowe wobec wyzwań współczesnego świata. Współczesne wyzwania dla podmiotów euroatlantyckiego środowiska bezpieczeństwa, red. M. Marszałek, W. </w:t>
            </w:r>
            <w:proofErr w:type="spellStart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Kitler</w:t>
            </w:r>
            <w:proofErr w:type="spellEnd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Warszawa 2015  </w:t>
            </w:r>
          </w:p>
          <w:p w14:paraId="3C156BC6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</w:p>
          <w:p w14:paraId="1CD46811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Bezpieczeństwo w polskiej polityce zagranicznej, red. W. Śmiałek, Warszawa 2014; </w:t>
            </w:r>
          </w:p>
          <w:p w14:paraId="1BA9258D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</w:p>
          <w:p w14:paraId="43124FBD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międzynarodowe w XXI wieku. Wybrane problemy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red. naukowa E.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Cziomer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Kraków 2010;M. Lutostański,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a bezpieczeństwo narodu i państwa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Łódź-Warszawa 2011; </w:t>
            </w:r>
          </w:p>
          <w:p w14:paraId="3089E45F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350ADAC4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Walzer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Wojny sprawiedliwe i niesprawiedliwe: rozważania natury moralnej z uwzględnieniem przykładów historycznych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2010; </w:t>
            </w:r>
          </w:p>
          <w:p w14:paraId="7C776B43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C5AF649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Bezpieczeństwo międzynarodowe. Przegląd aktualnego stanu, red. K. Żukrowska,  Warszawa 2011; </w:t>
            </w:r>
          </w:p>
          <w:p w14:paraId="18A6F543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</w:p>
          <w:p w14:paraId="581BBB4B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Czaputowcz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międzynarodowe, Współczesne koncepcje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2012; </w:t>
            </w:r>
          </w:p>
          <w:p w14:paraId="3AED0FAD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337F3B1D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Biała Księga Bezpieczeństwa Narodowego Rzeczpospolitej Polskiej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2013; </w:t>
            </w:r>
          </w:p>
          <w:p w14:paraId="330B8427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BD9A3FC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Pawłowski,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Między bezstronnością a solidarnością międzynarodową. Polityka bezpieczeństwa europejskich państw neutralnych i </w:t>
            </w:r>
            <w:proofErr w:type="spellStart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bezaliansowych</w:t>
            </w:r>
            <w:proofErr w:type="spellEnd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 zimnej wojnie, 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Warszawa 2013; </w:t>
            </w:r>
          </w:p>
          <w:p w14:paraId="4774CFE4" w14:textId="77777777" w:rsidR="00BB7EBA" w:rsidRDefault="00BB7EBA" w:rsidP="00BB7EB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7583365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Kałążna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R. Rosicki,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Wymiary bezpieczeństwa energetycznego Unii Europejskiej,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Poznań 2010;</w:t>
            </w:r>
          </w:p>
          <w:p w14:paraId="3DB8942A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D18ED5E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w XXI wieku, strategie bezpieczeństwa narodowego Polski i wybranych państw,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red.. Z. Nowakowski, H. Szafran, R. 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Szafran, Rzeszów 2008; </w:t>
            </w:r>
          </w:p>
          <w:p w14:paraId="70570E61" w14:textId="77777777" w:rsidR="00BB7EBA" w:rsidRDefault="00BB7EB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6CF9A58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J. Barcik,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Europejska Polityka Bezpieczeństwa i Obrony, aspekty prawne i polityczne,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Katowice 2008; </w:t>
            </w:r>
          </w:p>
          <w:p w14:paraId="75610C97" w14:textId="77777777" w:rsidR="00BB7EBA" w:rsidRDefault="00BB7EBA" w:rsidP="00BB7EB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272CE8E7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Bezpieczeństwo międzynarodowe, teoria i praktyka, 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red. K. Żukrowska, R.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Grącik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; Warszawa 2006; </w:t>
            </w:r>
          </w:p>
          <w:p w14:paraId="00EFBD10" w14:textId="77777777" w:rsidR="00BB7EBA" w:rsidRDefault="00BB7EBA" w:rsidP="00BB7EB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834CBCF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Moralne problemy bezpieczeństwa,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red. J. Konieczny, Kraków 2008; </w:t>
            </w:r>
          </w:p>
          <w:p w14:paraId="6C7B7221" w14:textId="77777777" w:rsidR="00BB7EBA" w:rsidRDefault="00BB7EBA" w:rsidP="00BB7EB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6D64E97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Parlamentrany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nadzór nad sektorem bezpieczeństwa, Zasady, mechanizmy, praktyki, red. wyd. pol. J.S. Kugler, Warszawa 2004; </w:t>
            </w:r>
          </w:p>
          <w:p w14:paraId="7691DCFB" w14:textId="77777777" w:rsidR="00BB7EBA" w:rsidRDefault="00BB7EBA" w:rsidP="00BB7EB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4D77920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Z. Nowakowski,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państwa w koncepcjach programowych partii parlamentarnych w Polsce po 1989 r.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2009; </w:t>
            </w:r>
          </w:p>
          <w:p w14:paraId="694EA8D9" w14:textId="77777777" w:rsidR="00BB7EBA" w:rsidRDefault="00BB7EBA" w:rsidP="00BB7EB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9B08013" w14:textId="77777777" w:rsidR="00BB7EBA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T. R.  Aleksandrowicz,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w Unii Europejskiej,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2011;</w:t>
            </w:r>
          </w:p>
          <w:p w14:paraId="532E1A50" w14:textId="77777777" w:rsidR="00BB7EBA" w:rsidRDefault="00BB7EBA" w:rsidP="00BB7EB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2AB45EDB" w14:textId="77777777" w:rsidR="00BB7EBA" w:rsidRPr="009C54AE" w:rsidRDefault="00BB7EBA" w:rsidP="0036145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Demkiewicz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Integracja Europy Zachodniej w dziedzinie bezpieczeństwa i obrony. Od EWO do </w:t>
            </w:r>
            <w:proofErr w:type="spellStart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WEPBiO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2012;  Dziennik Urzędowy Unii Europejskiej.</w:t>
            </w:r>
          </w:p>
        </w:tc>
      </w:tr>
    </w:tbl>
    <w:p w14:paraId="152487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63E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F436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641FA" w14:textId="77777777" w:rsidR="005E491A" w:rsidRDefault="005E491A" w:rsidP="00C16ABF">
      <w:pPr>
        <w:spacing w:after="0" w:line="240" w:lineRule="auto"/>
      </w:pPr>
      <w:r>
        <w:separator/>
      </w:r>
    </w:p>
  </w:endnote>
  <w:endnote w:type="continuationSeparator" w:id="0">
    <w:p w14:paraId="4BC0DA93" w14:textId="77777777" w:rsidR="005E491A" w:rsidRDefault="005E49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6736" w14:textId="77777777" w:rsidR="005E491A" w:rsidRDefault="005E491A" w:rsidP="00C16ABF">
      <w:pPr>
        <w:spacing w:after="0" w:line="240" w:lineRule="auto"/>
      </w:pPr>
      <w:r>
        <w:separator/>
      </w:r>
    </w:p>
  </w:footnote>
  <w:footnote w:type="continuationSeparator" w:id="0">
    <w:p w14:paraId="271D2359" w14:textId="77777777" w:rsidR="005E491A" w:rsidRDefault="005E491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NewRomanPSMT"/>
        <w:b w:val="0"/>
        <w:bCs w:val="0"/>
        <w:color w:val="000000"/>
        <w:w w:val="78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AB5F49"/>
    <w:multiLevelType w:val="hybridMultilevel"/>
    <w:tmpl w:val="7C88F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DF5DAF"/>
    <w:multiLevelType w:val="hybridMultilevel"/>
    <w:tmpl w:val="8C8C50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C45F3D"/>
    <w:multiLevelType w:val="hybridMultilevel"/>
    <w:tmpl w:val="03E8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E039B"/>
    <w:multiLevelType w:val="hybridMultilevel"/>
    <w:tmpl w:val="FF5048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A0D00"/>
    <w:multiLevelType w:val="hybridMultilevel"/>
    <w:tmpl w:val="B29A5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32E82"/>
    <w:multiLevelType w:val="hybridMultilevel"/>
    <w:tmpl w:val="EC5ADE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932A3"/>
    <w:multiLevelType w:val="hybridMultilevel"/>
    <w:tmpl w:val="CDA48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586287">
    <w:abstractNumId w:val="2"/>
  </w:num>
  <w:num w:numId="2" w16cid:durableId="1919753221">
    <w:abstractNumId w:val="0"/>
  </w:num>
  <w:num w:numId="3" w16cid:durableId="983897492">
    <w:abstractNumId w:val="8"/>
  </w:num>
  <w:num w:numId="4" w16cid:durableId="1501969109">
    <w:abstractNumId w:val="7"/>
  </w:num>
  <w:num w:numId="5" w16cid:durableId="1922248882">
    <w:abstractNumId w:val="5"/>
  </w:num>
  <w:num w:numId="6" w16cid:durableId="1210724489">
    <w:abstractNumId w:val="6"/>
  </w:num>
  <w:num w:numId="7" w16cid:durableId="235021464">
    <w:abstractNumId w:val="1"/>
  </w:num>
  <w:num w:numId="8" w16cid:durableId="1468666775">
    <w:abstractNumId w:val="3"/>
  </w:num>
  <w:num w:numId="9" w16cid:durableId="23779096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53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A6"/>
    <w:rsid w:val="002F4ABE"/>
    <w:rsid w:val="003018BA"/>
    <w:rsid w:val="0030395F"/>
    <w:rsid w:val="00305C92"/>
    <w:rsid w:val="003151C5"/>
    <w:rsid w:val="003343CF"/>
    <w:rsid w:val="0034364F"/>
    <w:rsid w:val="00346FE9"/>
    <w:rsid w:val="0034759A"/>
    <w:rsid w:val="003503F6"/>
    <w:rsid w:val="003530DD"/>
    <w:rsid w:val="00354A71"/>
    <w:rsid w:val="0036145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51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91A"/>
    <w:rsid w:val="005E5A0C"/>
    <w:rsid w:val="005E6E85"/>
    <w:rsid w:val="005F31D2"/>
    <w:rsid w:val="0061029B"/>
    <w:rsid w:val="00617230"/>
    <w:rsid w:val="00621CE1"/>
    <w:rsid w:val="00627FC9"/>
    <w:rsid w:val="00647FA8"/>
    <w:rsid w:val="00650C5F"/>
    <w:rsid w:val="00651D5A"/>
    <w:rsid w:val="00654934"/>
    <w:rsid w:val="00654946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7E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B1F"/>
    <w:rsid w:val="00A97DE1"/>
    <w:rsid w:val="00AA464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070"/>
    <w:rsid w:val="00B75946"/>
    <w:rsid w:val="00B8056E"/>
    <w:rsid w:val="00B819C8"/>
    <w:rsid w:val="00B82308"/>
    <w:rsid w:val="00B90885"/>
    <w:rsid w:val="00BB520A"/>
    <w:rsid w:val="00BB7EB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46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BF4BE"/>
  <w15:docId w15:val="{22D5BC7D-8963-4AAE-A33B-4FFACBEE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34364F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6651F-C118-484B-979F-8652B272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1475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9</cp:revision>
  <cp:lastPrinted>2019-02-06T12:12:00Z</cp:lastPrinted>
  <dcterms:created xsi:type="dcterms:W3CDTF">2020-03-10T11:54:00Z</dcterms:created>
  <dcterms:modified xsi:type="dcterms:W3CDTF">2022-09-16T07:48:00Z</dcterms:modified>
</cp:coreProperties>
</file>